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7E7" w:rsidRPr="001C7A82" w:rsidRDefault="00B95CA5" w:rsidP="001C7A82">
      <w:pPr>
        <w:pStyle w:val="Title"/>
      </w:pPr>
      <w:r w:rsidRPr="00B95CA5">
        <w:rPr>
          <w:u w:val="single"/>
        </w:rPr>
        <w:t>TO DO</w:t>
      </w:r>
      <w:r>
        <w:t xml:space="preserve"> </w:t>
      </w:r>
      <w:r w:rsidR="00D657E7" w:rsidRPr="001C7A82">
        <w:t>Week</w:t>
      </w:r>
      <w:r w:rsidR="00D657E7" w:rsidRPr="00F87E82">
        <w:t xml:space="preserve"> of </w:t>
      </w:r>
      <w:sdt>
        <w:sdtPr>
          <w:id w:val="1824749842"/>
          <w:placeholder>
            <w:docPart w:val="E2251D3FD45F4198B623B16C2A4AABE0"/>
          </w:placeholder>
        </w:sdtPr>
        <w:sdtEndPr/>
        <w:sdtContent>
          <w:r w:rsidR="001C4557">
            <w:t>__</w:t>
          </w:r>
          <w:r w:rsidR="00952927" w:rsidRPr="00952927">
            <w:rPr>
              <w:u w:val="single"/>
            </w:rPr>
            <w:t>May 4, 2015</w:t>
          </w:r>
          <w:r w:rsidR="001C4557">
            <w:t>______________</w:t>
          </w:r>
        </w:sdtContent>
      </w:sdt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93"/>
        <w:gridCol w:w="3445"/>
      </w:tblGrid>
      <w:tr w:rsidR="00D657E7" w:rsidRPr="00952927" w:rsidTr="0066171F">
        <w:trPr>
          <w:cantSplit/>
        </w:trPr>
        <w:tc>
          <w:tcPr>
            <w:tcW w:w="4539" w:type="dxa"/>
            <w:gridSpan w:val="2"/>
            <w:shd w:val="clear" w:color="auto" w:fill="F5E9ED" w:themeFill="accent4" w:themeFillTint="33"/>
          </w:tcPr>
          <w:p w:rsidR="00D657E7" w:rsidRPr="00952927" w:rsidRDefault="00D657E7" w:rsidP="001C7A82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Monday</w:t>
            </w:r>
            <w:r w:rsidR="00952927" w:rsidRPr="00952927">
              <w:rPr>
                <w:rFonts w:ascii="Times New Roman" w:hAnsi="Times New Roman"/>
                <w:sz w:val="24"/>
                <w:szCs w:val="24"/>
              </w:rPr>
              <w:t xml:space="preserve">        Date</w:t>
            </w:r>
            <w:proofErr w:type="gramStart"/>
            <w:r w:rsidR="00952927"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="00952927" w:rsidRPr="009529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</w:tcPr>
          <w:p w:rsidR="00D657E7" w:rsidRPr="00952927" w:rsidRDefault="00D657E7" w:rsidP="001C7A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shd w:val="clear" w:color="auto" w:fill="ECF0E9" w:themeFill="accent1" w:themeFillTint="33"/>
          </w:tcPr>
          <w:p w:rsidR="00D657E7" w:rsidRPr="00952927" w:rsidRDefault="00D657E7" w:rsidP="001C7A82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Tuesday</w:t>
            </w:r>
            <w:r w:rsidR="00952927" w:rsidRPr="00952927">
              <w:rPr>
                <w:rFonts w:ascii="Times New Roman" w:hAnsi="Times New Roman"/>
                <w:sz w:val="24"/>
                <w:szCs w:val="24"/>
              </w:rPr>
              <w:t xml:space="preserve">        Date</w:t>
            </w:r>
            <w:proofErr w:type="gramStart"/>
            <w:r w:rsidR="00952927"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="00952927" w:rsidRPr="009529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</w:tr>
      <w:tr w:rsidR="00D657E7" w:rsidRPr="00952927" w:rsidTr="00952927">
        <w:trPr>
          <w:cantSplit/>
        </w:trPr>
        <w:tc>
          <w:tcPr>
            <w:tcW w:w="1015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445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yellow"/>
              </w:rPr>
              <w:t>Character trait used at home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</w:rPr>
              <w:t>NO HOMEWORK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yellow"/>
              </w:rPr>
              <w:t>Problems in book 25-34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</w:rPr>
              <w:t>NO HOMEWORK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yellow"/>
              </w:rPr>
              <w:t>Get form signed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yellow"/>
              </w:rPr>
              <w:t>Facebook post for class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yellow"/>
              </w:rPr>
              <w:t>Homework signed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71F" w:rsidRDefault="0066171F"/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93"/>
        <w:gridCol w:w="3445"/>
      </w:tblGrid>
      <w:tr w:rsidR="00D657E7" w:rsidRPr="00952927" w:rsidTr="0066171F">
        <w:trPr>
          <w:cantSplit/>
        </w:trPr>
        <w:tc>
          <w:tcPr>
            <w:tcW w:w="4539" w:type="dxa"/>
            <w:gridSpan w:val="2"/>
            <w:shd w:val="clear" w:color="auto" w:fill="EBE6F2" w:themeFill="accent5" w:themeFillTint="33"/>
            <w:vAlign w:val="center"/>
          </w:tcPr>
          <w:p w:rsidR="00D657E7" w:rsidRPr="00952927" w:rsidRDefault="00D657E7" w:rsidP="001C7A82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Wednesday</w:t>
            </w:r>
            <w:r w:rsidR="00952927" w:rsidRPr="00952927">
              <w:rPr>
                <w:rFonts w:ascii="Times New Roman" w:hAnsi="Times New Roman"/>
                <w:sz w:val="24"/>
                <w:szCs w:val="24"/>
              </w:rPr>
              <w:t xml:space="preserve">        Date</w:t>
            </w:r>
            <w:proofErr w:type="gramStart"/>
            <w:r w:rsidR="00952927"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="00952927" w:rsidRPr="00952927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shd w:val="clear" w:color="auto" w:fill="E5EBF2" w:themeFill="accent6" w:themeFillTint="33"/>
            <w:vAlign w:val="center"/>
          </w:tcPr>
          <w:p w:rsidR="00D657E7" w:rsidRPr="00952927" w:rsidRDefault="00D657E7" w:rsidP="001C7A82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Thursday</w:t>
            </w:r>
            <w:r w:rsidR="00952927" w:rsidRPr="00952927">
              <w:rPr>
                <w:rFonts w:ascii="Times New Roman" w:hAnsi="Times New Roman"/>
                <w:sz w:val="24"/>
                <w:szCs w:val="24"/>
              </w:rPr>
              <w:t xml:space="preserve">        Date</w:t>
            </w:r>
            <w:proofErr w:type="gramStart"/>
            <w:r w:rsidR="00952927"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="00952927" w:rsidRPr="00952927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</w:tr>
      <w:tr w:rsidR="00D657E7" w:rsidRPr="00952927" w:rsidTr="00952927">
        <w:trPr>
          <w:cantSplit/>
        </w:trPr>
        <w:tc>
          <w:tcPr>
            <w:tcW w:w="1015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445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71F" w:rsidRDefault="0066171F"/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03"/>
        <w:gridCol w:w="90"/>
        <w:gridCol w:w="3445"/>
      </w:tblGrid>
      <w:tr w:rsidR="00D657E7" w:rsidRPr="00952927" w:rsidTr="0066171F">
        <w:trPr>
          <w:cantSplit/>
        </w:trPr>
        <w:tc>
          <w:tcPr>
            <w:tcW w:w="4539" w:type="dxa"/>
            <w:gridSpan w:val="2"/>
            <w:shd w:val="clear" w:color="auto" w:fill="FCECDA" w:themeFill="accent2" w:themeFillTint="33"/>
            <w:vAlign w:val="center"/>
          </w:tcPr>
          <w:p w:rsidR="00D657E7" w:rsidRPr="00952927" w:rsidRDefault="00D657E7" w:rsidP="001C7A82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Friday</w:t>
            </w:r>
            <w:r w:rsidR="00952927" w:rsidRPr="00952927">
              <w:rPr>
                <w:rFonts w:ascii="Times New Roman" w:hAnsi="Times New Roman"/>
                <w:sz w:val="24"/>
                <w:szCs w:val="24"/>
              </w:rPr>
              <w:t xml:space="preserve">        Date</w:t>
            </w:r>
            <w:proofErr w:type="gramStart"/>
            <w:r w:rsidR="00952927"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="00952927" w:rsidRPr="009529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8" w:type="dxa"/>
            <w:gridSpan w:val="3"/>
            <w:shd w:val="clear" w:color="auto" w:fill="DEE5CA" w:themeFill="text2" w:themeFillTint="33"/>
            <w:vAlign w:val="center"/>
          </w:tcPr>
          <w:p w:rsidR="00D657E7" w:rsidRPr="00952927" w:rsidRDefault="00D657E7" w:rsidP="00952927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Saturday</w:t>
            </w:r>
            <w:r w:rsidR="00952927" w:rsidRPr="00952927">
              <w:rPr>
                <w:rFonts w:ascii="Times New Roman" w:hAnsi="Times New Roman"/>
                <w:sz w:val="24"/>
                <w:szCs w:val="24"/>
              </w:rPr>
              <w:t xml:space="preserve">        Date</w:t>
            </w:r>
            <w:proofErr w:type="gramStart"/>
            <w:r w:rsidR="00952927"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="00952927" w:rsidRPr="009529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</w:tr>
      <w:tr w:rsidR="00D657E7" w:rsidRPr="00952927" w:rsidTr="00952927">
        <w:trPr>
          <w:cantSplit/>
        </w:trPr>
        <w:tc>
          <w:tcPr>
            <w:tcW w:w="1015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524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445" w:type="dxa"/>
            <w:vAlign w:val="center"/>
          </w:tcPr>
          <w:p w:rsidR="00D657E7" w:rsidRPr="00952927" w:rsidRDefault="00952927" w:rsidP="001C7A82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B95C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657E7" w:rsidRPr="00952927" w:rsidRDefault="00B95CA5" w:rsidP="00B95C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8" w:type="dxa"/>
            <w:gridSpan w:val="3"/>
            <w:shd w:val="clear" w:color="auto" w:fill="C8D2BD" w:themeFill="accent1" w:themeFillTint="99"/>
            <w:vAlign w:val="center"/>
          </w:tcPr>
          <w:p w:rsidR="00952927" w:rsidRPr="00952927" w:rsidRDefault="00952927" w:rsidP="006225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927">
              <w:rPr>
                <w:rFonts w:ascii="Times New Roman" w:hAnsi="Times New Roman"/>
                <w:b/>
                <w:sz w:val="24"/>
                <w:szCs w:val="24"/>
              </w:rPr>
              <w:t>Sunday        Date:____________________</w:t>
            </w: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B95C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E7" w:rsidRPr="00952927" w:rsidTr="00952927">
        <w:trPr>
          <w:cantSplit/>
          <w:trHeight w:hRule="exact" w:val="360"/>
        </w:trPr>
        <w:tc>
          <w:tcPr>
            <w:tcW w:w="1015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657E7" w:rsidRPr="00952927" w:rsidRDefault="00D657E7" w:rsidP="001C7A82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657E7" w:rsidRPr="00952927" w:rsidRDefault="00B95CA5" w:rsidP="006225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D657E7" w:rsidRPr="00952927" w:rsidRDefault="00D657E7" w:rsidP="006225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2927" w:rsidRPr="001C7A82" w:rsidRDefault="00B95CA5" w:rsidP="00952927">
      <w:pPr>
        <w:pStyle w:val="Title"/>
      </w:pPr>
      <w:r w:rsidRPr="00B95CA5">
        <w:rPr>
          <w:u w:val="single"/>
        </w:rPr>
        <w:lastRenderedPageBreak/>
        <w:t>Assignments due</w:t>
      </w:r>
      <w:r>
        <w:t xml:space="preserve"> </w:t>
      </w:r>
      <w:r w:rsidR="00952927" w:rsidRPr="001C7A82">
        <w:t>Week</w:t>
      </w:r>
      <w:r w:rsidR="00952927" w:rsidRPr="00F87E82">
        <w:t xml:space="preserve"> of </w:t>
      </w:r>
      <w:sdt>
        <w:sdtPr>
          <w:id w:val="1637907608"/>
          <w:placeholder>
            <w:docPart w:val="DF62446142DA417BB048D1A66DAD7F91"/>
          </w:placeholder>
        </w:sdtPr>
        <w:sdtEndPr/>
        <w:sdtContent>
          <w:r w:rsidR="00952927">
            <w:t>____</w:t>
          </w:r>
          <w:r w:rsidRPr="00B95CA5">
            <w:rPr>
              <w:u w:val="single"/>
            </w:rPr>
            <w:t>May 4, 2015</w:t>
          </w:r>
          <w:r w:rsidR="00952927">
            <w:t>_______________________</w:t>
          </w:r>
        </w:sdtContent>
      </w:sdt>
    </w:p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93"/>
        <w:gridCol w:w="3445"/>
      </w:tblGrid>
      <w:tr w:rsidR="00952927" w:rsidRPr="00952927" w:rsidTr="00A5301A">
        <w:trPr>
          <w:cantSplit/>
        </w:trPr>
        <w:tc>
          <w:tcPr>
            <w:tcW w:w="4539" w:type="dxa"/>
            <w:gridSpan w:val="2"/>
            <w:shd w:val="clear" w:color="auto" w:fill="F5E9ED" w:themeFill="accent4" w:themeFillTint="33"/>
          </w:tcPr>
          <w:p w:rsidR="00952927" w:rsidRPr="00952927" w:rsidRDefault="00952927" w:rsidP="00A5301A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Monday        Date</w:t>
            </w:r>
            <w:proofErr w:type="gramStart"/>
            <w:r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Pr="009529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shd w:val="clear" w:color="auto" w:fill="ECF0E9" w:themeFill="accent1" w:themeFillTint="33"/>
          </w:tcPr>
          <w:p w:rsidR="00952927" w:rsidRPr="00952927" w:rsidRDefault="00952927" w:rsidP="00A5301A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Tuesday        Date</w:t>
            </w:r>
            <w:proofErr w:type="gramStart"/>
            <w:r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Pr="009529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</w:tr>
      <w:tr w:rsidR="00952927" w:rsidRPr="00952927" w:rsidTr="00A5301A">
        <w:trPr>
          <w:cantSplit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445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2E2136" w:rsidP="00A5301A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green"/>
              </w:rPr>
              <w:t>Problems in book 25-34</w:t>
            </w: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2E2136" w:rsidP="00A5301A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green"/>
              </w:rPr>
              <w:t>Get form signed</w:t>
            </w: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2E2136" w:rsidP="00A5301A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green"/>
              </w:rPr>
              <w:t>Homework signed</w:t>
            </w: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2927" w:rsidRDefault="00952927" w:rsidP="00952927"/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93"/>
        <w:gridCol w:w="3445"/>
      </w:tblGrid>
      <w:tr w:rsidR="00952927" w:rsidRPr="00952927" w:rsidTr="00A5301A">
        <w:trPr>
          <w:cantSplit/>
        </w:trPr>
        <w:tc>
          <w:tcPr>
            <w:tcW w:w="4539" w:type="dxa"/>
            <w:gridSpan w:val="2"/>
            <w:shd w:val="clear" w:color="auto" w:fill="EBE6F2" w:themeFill="accent5" w:themeFillTint="33"/>
            <w:vAlign w:val="center"/>
          </w:tcPr>
          <w:p w:rsidR="00952927" w:rsidRPr="00952927" w:rsidRDefault="00952927" w:rsidP="00A5301A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Wednesday        Date</w:t>
            </w:r>
            <w:proofErr w:type="gramStart"/>
            <w:r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Pr="00952927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gridSpan w:val="2"/>
            <w:shd w:val="clear" w:color="auto" w:fill="E5EBF2" w:themeFill="accent6" w:themeFillTint="33"/>
            <w:vAlign w:val="center"/>
          </w:tcPr>
          <w:p w:rsidR="00952927" w:rsidRPr="00952927" w:rsidRDefault="00952927" w:rsidP="00A5301A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Thursday        Date</w:t>
            </w:r>
            <w:proofErr w:type="gramStart"/>
            <w:r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Pr="00952927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</w:tr>
      <w:tr w:rsidR="00952927" w:rsidRPr="00952927" w:rsidTr="00A5301A">
        <w:trPr>
          <w:cantSplit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445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952927" w:rsidRPr="00952927" w:rsidRDefault="002E2136" w:rsidP="00A5301A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green"/>
              </w:rPr>
              <w:t>Character trait used at home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24" w:type="dxa"/>
            <w:vAlign w:val="center"/>
          </w:tcPr>
          <w:p w:rsidR="00952927" w:rsidRPr="00952927" w:rsidRDefault="002E2136" w:rsidP="00A5301A">
            <w:pPr>
              <w:rPr>
                <w:rFonts w:ascii="Times New Roman" w:hAnsi="Times New Roman"/>
                <w:sz w:val="24"/>
                <w:szCs w:val="24"/>
              </w:rPr>
            </w:pPr>
            <w:r w:rsidRPr="002E2136">
              <w:rPr>
                <w:rFonts w:ascii="Times New Roman" w:hAnsi="Times New Roman"/>
                <w:sz w:val="24"/>
                <w:szCs w:val="24"/>
                <w:highlight w:val="green"/>
              </w:rPr>
              <w:t>Facebook post for class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2927" w:rsidRDefault="00952927" w:rsidP="00952927"/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5"/>
        <w:gridCol w:w="3524"/>
        <w:gridCol w:w="513"/>
        <w:gridCol w:w="1003"/>
        <w:gridCol w:w="90"/>
        <w:gridCol w:w="3445"/>
      </w:tblGrid>
      <w:tr w:rsidR="00952927" w:rsidRPr="00952927" w:rsidTr="00A5301A">
        <w:trPr>
          <w:cantSplit/>
        </w:trPr>
        <w:tc>
          <w:tcPr>
            <w:tcW w:w="4539" w:type="dxa"/>
            <w:gridSpan w:val="2"/>
            <w:shd w:val="clear" w:color="auto" w:fill="FCECDA" w:themeFill="accent2" w:themeFillTint="33"/>
            <w:vAlign w:val="center"/>
          </w:tcPr>
          <w:p w:rsidR="00952927" w:rsidRPr="00952927" w:rsidRDefault="00952927" w:rsidP="00A5301A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Friday        Date</w:t>
            </w:r>
            <w:proofErr w:type="gramStart"/>
            <w:r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Pr="009529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8" w:type="dxa"/>
            <w:gridSpan w:val="3"/>
            <w:shd w:val="clear" w:color="auto" w:fill="DEE5CA" w:themeFill="text2" w:themeFillTint="33"/>
            <w:vAlign w:val="center"/>
          </w:tcPr>
          <w:p w:rsidR="00952927" w:rsidRPr="00952927" w:rsidRDefault="00952927" w:rsidP="00A5301A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Saturday        Date</w:t>
            </w:r>
            <w:proofErr w:type="gramStart"/>
            <w:r w:rsidRPr="00952927">
              <w:rPr>
                <w:rFonts w:ascii="Times New Roman" w:hAnsi="Times New Roman"/>
                <w:sz w:val="24"/>
                <w:szCs w:val="24"/>
              </w:rPr>
              <w:t>:_</w:t>
            </w:r>
            <w:proofErr w:type="gramEnd"/>
            <w:r w:rsidRPr="009529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</w:tr>
      <w:tr w:rsidR="00952927" w:rsidRPr="00952927" w:rsidTr="00A5301A">
        <w:trPr>
          <w:cantSplit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Subject</w:t>
            </w:r>
          </w:p>
        </w:tc>
        <w:tc>
          <w:tcPr>
            <w:tcW w:w="3445" w:type="dxa"/>
            <w:vAlign w:val="center"/>
          </w:tcPr>
          <w:p w:rsidR="00952927" w:rsidRPr="00952927" w:rsidRDefault="00952927" w:rsidP="00A5301A">
            <w:pPr>
              <w:pStyle w:val="Heading2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Task</w:t>
            </w: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2E21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8" w:type="dxa"/>
            <w:gridSpan w:val="3"/>
            <w:shd w:val="clear" w:color="auto" w:fill="C8D2BD" w:themeFill="accent1" w:themeFillTint="99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2927">
              <w:rPr>
                <w:rFonts w:ascii="Times New Roman" w:hAnsi="Times New Roman"/>
                <w:b/>
                <w:sz w:val="24"/>
                <w:szCs w:val="24"/>
              </w:rPr>
              <w:t>Sunday        Date:____________________</w:t>
            </w: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927" w:rsidRPr="00952927" w:rsidTr="00A5301A">
        <w:trPr>
          <w:cantSplit/>
          <w:trHeight w:hRule="exact" w:val="360"/>
        </w:trPr>
        <w:tc>
          <w:tcPr>
            <w:tcW w:w="1015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4" w:type="dxa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2927" w:rsidRPr="00952927" w:rsidRDefault="00952927" w:rsidP="00A5301A">
            <w:pPr>
              <w:pStyle w:val="Time"/>
              <w:rPr>
                <w:rFonts w:ascii="Times New Roman" w:hAnsi="Times New Roman"/>
                <w:sz w:val="24"/>
                <w:szCs w:val="24"/>
              </w:rPr>
            </w:pPr>
            <w:r w:rsidRPr="00952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952927" w:rsidRPr="00952927" w:rsidRDefault="00B95CA5" w:rsidP="00A530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35" w:type="dxa"/>
            <w:gridSpan w:val="2"/>
            <w:shd w:val="clear" w:color="auto" w:fill="auto"/>
            <w:vAlign w:val="center"/>
          </w:tcPr>
          <w:p w:rsidR="00952927" w:rsidRPr="00952927" w:rsidRDefault="00952927" w:rsidP="00A530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6BF2" w:rsidRPr="0066171F" w:rsidRDefault="009A6BF2" w:rsidP="00952927">
      <w:pPr>
        <w:rPr>
          <w:sz w:val="8"/>
          <w:szCs w:val="8"/>
        </w:rPr>
      </w:pPr>
      <w:bookmarkStart w:id="0" w:name="_GoBack"/>
      <w:bookmarkEnd w:id="0"/>
    </w:p>
    <w:sectPr w:rsidR="009A6BF2" w:rsidRPr="0066171F" w:rsidSect="0066171F">
      <w:pgSz w:w="12240" w:h="15840"/>
      <w:pgMar w:top="108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D889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416442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66271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30AE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D504A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46EF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48F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9DE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941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1A09F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57"/>
    <w:rsid w:val="001C4557"/>
    <w:rsid w:val="001C7A82"/>
    <w:rsid w:val="00256C3A"/>
    <w:rsid w:val="00262A30"/>
    <w:rsid w:val="002B496B"/>
    <w:rsid w:val="002E2136"/>
    <w:rsid w:val="003505CB"/>
    <w:rsid w:val="003548D3"/>
    <w:rsid w:val="00382189"/>
    <w:rsid w:val="003B7051"/>
    <w:rsid w:val="004A7ED6"/>
    <w:rsid w:val="004B6304"/>
    <w:rsid w:val="00503C72"/>
    <w:rsid w:val="005D5F32"/>
    <w:rsid w:val="0062250D"/>
    <w:rsid w:val="0066171F"/>
    <w:rsid w:val="00952927"/>
    <w:rsid w:val="009A6BF2"/>
    <w:rsid w:val="00B02854"/>
    <w:rsid w:val="00B95CA5"/>
    <w:rsid w:val="00C11D6D"/>
    <w:rsid w:val="00D657E7"/>
    <w:rsid w:val="00DB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2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7A82"/>
    <w:pPr>
      <w:jc w:val="center"/>
      <w:outlineLvl w:val="0"/>
    </w:pPr>
    <w:rPr>
      <w:rFonts w:asciiTheme="majorHAnsi" w:hAnsiTheme="majorHAnsi"/>
      <w:b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7A82"/>
    <w:pPr>
      <w:outlineLvl w:val="1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5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C7A82"/>
    <w:rPr>
      <w:rFonts w:asciiTheme="majorHAnsi" w:hAnsiTheme="majorHAnsi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C7A82"/>
    <w:pPr>
      <w:spacing w:after="80"/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C7A82"/>
    <w:rPr>
      <w:rFonts w:asciiTheme="minorHAnsi" w:hAnsiTheme="minorHAnsi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C7A82"/>
    <w:rPr>
      <w:rFonts w:asciiTheme="majorHAnsi" w:hAnsiTheme="majorHAnsi"/>
      <w:b/>
    </w:rPr>
  </w:style>
  <w:style w:type="paragraph" w:customStyle="1" w:styleId="Time">
    <w:name w:val="Time"/>
    <w:basedOn w:val="Normal"/>
    <w:link w:val="TimeChar"/>
    <w:qFormat/>
    <w:rsid w:val="001C7A82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1C7A82"/>
    <w:rPr>
      <w:color w:val="808080"/>
    </w:rPr>
  </w:style>
  <w:style w:type="character" w:customStyle="1" w:styleId="TimeChar">
    <w:name w:val="Time Char"/>
    <w:basedOn w:val="DefaultParagraphFont"/>
    <w:link w:val="Time"/>
    <w:rsid w:val="001C7A82"/>
    <w:rPr>
      <w:rFonts w:asciiTheme="minorHAnsi" w:hAnsiTheme="minorHAnsi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2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7A82"/>
    <w:pPr>
      <w:jc w:val="center"/>
      <w:outlineLvl w:val="0"/>
    </w:pPr>
    <w:rPr>
      <w:rFonts w:asciiTheme="majorHAnsi" w:hAnsiTheme="majorHAnsi"/>
      <w:b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7A82"/>
    <w:pPr>
      <w:outlineLvl w:val="1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5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C7A82"/>
    <w:rPr>
      <w:rFonts w:asciiTheme="majorHAnsi" w:hAnsiTheme="majorHAnsi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C7A82"/>
    <w:pPr>
      <w:spacing w:after="80"/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C7A82"/>
    <w:rPr>
      <w:rFonts w:asciiTheme="minorHAnsi" w:hAnsiTheme="minorHAnsi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C7A82"/>
    <w:rPr>
      <w:rFonts w:asciiTheme="majorHAnsi" w:hAnsiTheme="majorHAnsi"/>
      <w:b/>
    </w:rPr>
  </w:style>
  <w:style w:type="paragraph" w:customStyle="1" w:styleId="Time">
    <w:name w:val="Time"/>
    <w:basedOn w:val="Normal"/>
    <w:link w:val="TimeChar"/>
    <w:qFormat/>
    <w:rsid w:val="001C7A82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1C7A82"/>
    <w:rPr>
      <w:color w:val="808080"/>
    </w:rPr>
  </w:style>
  <w:style w:type="character" w:customStyle="1" w:styleId="TimeChar">
    <w:name w:val="Time Char"/>
    <w:basedOn w:val="DefaultParagraphFont"/>
    <w:link w:val="Time"/>
    <w:rsid w:val="001C7A82"/>
    <w:rPr>
      <w:rFonts w:asciiTheme="minorHAnsi" w:hAnsiTheme="minorHAnsi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itron\AppData\Roaming\Microsoft\Templates\MS_GlAptBo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251D3FD45F4198B623B16C2A4AA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2D31E-4ECE-49A2-B818-DFE22ECE6AA3}"/>
      </w:docPartPr>
      <w:docPartBody>
        <w:p w:rsidR="006008E9" w:rsidRDefault="00A1375E">
          <w:pPr>
            <w:pStyle w:val="E2251D3FD45F4198B623B16C2A4AABE0"/>
          </w:pPr>
          <w:r>
            <w:t>[Dates]</w:t>
          </w:r>
        </w:p>
      </w:docPartBody>
    </w:docPart>
    <w:docPart>
      <w:docPartPr>
        <w:name w:val="DF62446142DA417BB048D1A66DAD7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0ADF8-2E73-4BA7-813E-FBF213152E51}"/>
      </w:docPartPr>
      <w:docPartBody>
        <w:p w:rsidR="006008E9" w:rsidRDefault="00964D04" w:rsidP="00964D04">
          <w:pPr>
            <w:pStyle w:val="DF62446142DA417BB048D1A66DAD7F91"/>
          </w:pPr>
          <w:r>
            <w:t>[Dates]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D04"/>
    <w:rsid w:val="006008E9"/>
    <w:rsid w:val="00964D04"/>
    <w:rsid w:val="00A1375E"/>
    <w:rsid w:val="00DE23DA"/>
    <w:rsid w:val="00E1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51D3FD45F4198B623B16C2A4AABE0">
    <w:name w:val="E2251D3FD45F4198B623B16C2A4AABE0"/>
  </w:style>
  <w:style w:type="paragraph" w:customStyle="1" w:styleId="DF62446142DA417BB048D1A66DAD7F91">
    <w:name w:val="DF62446142DA417BB048D1A66DAD7F91"/>
    <w:rsid w:val="00964D04"/>
  </w:style>
  <w:style w:type="paragraph" w:customStyle="1" w:styleId="03CC657DBB204A348B90A8CB3E30F74A">
    <w:name w:val="03CC657DBB204A348B90A8CB3E30F74A"/>
    <w:rsid w:val="00964D04"/>
  </w:style>
  <w:style w:type="paragraph" w:customStyle="1" w:styleId="325E4E23A0684763A863AE4AC416E667">
    <w:name w:val="325E4E23A0684763A863AE4AC416E667"/>
    <w:rsid w:val="00964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51D3FD45F4198B623B16C2A4AABE0">
    <w:name w:val="E2251D3FD45F4198B623B16C2A4AABE0"/>
  </w:style>
  <w:style w:type="paragraph" w:customStyle="1" w:styleId="DF62446142DA417BB048D1A66DAD7F91">
    <w:name w:val="DF62446142DA417BB048D1A66DAD7F91"/>
    <w:rsid w:val="00964D04"/>
  </w:style>
  <w:style w:type="paragraph" w:customStyle="1" w:styleId="03CC657DBB204A348B90A8CB3E30F74A">
    <w:name w:val="03CC657DBB204A348B90A8CB3E30F74A"/>
    <w:rsid w:val="00964D04"/>
  </w:style>
  <w:style w:type="paragraph" w:customStyle="1" w:styleId="325E4E23A0684763A863AE4AC416E667">
    <w:name w:val="325E4E23A0684763A863AE4AC416E667"/>
    <w:rsid w:val="00964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598FE4F-F0CC-4643-A00A-26D1D76CF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MS_GlAptBook</Template>
  <TotalTime>53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appointment sheet (1-pg.)</vt:lpstr>
    </vt:vector>
  </TitlesOfParts>
  <Company>Denver Public Schools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appointment sheet (1-pg.)</dc:title>
  <dc:creator>Pitrone, Mollie</dc:creator>
  <cp:lastModifiedBy>Pitrone, Mollie</cp:lastModifiedBy>
  <cp:revision>4</cp:revision>
  <dcterms:created xsi:type="dcterms:W3CDTF">2015-05-01T15:26:00Z</dcterms:created>
  <dcterms:modified xsi:type="dcterms:W3CDTF">2015-05-04T20:18:00Z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TC010162741033</vt:lpwstr>
  </property>
</Properties>
</file>